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7D" w:rsidRPr="004B68E5" w:rsidRDefault="00735C7D" w:rsidP="00E95995">
      <w:pPr>
        <w:jc w:val="right"/>
      </w:pPr>
      <w:r w:rsidRPr="004B68E5">
        <w:t>Приложение 1</w:t>
      </w:r>
    </w:p>
    <w:p w:rsidR="00735C7D" w:rsidRPr="004B68E5" w:rsidRDefault="00735C7D" w:rsidP="00E95995">
      <w:pPr>
        <w:jc w:val="center"/>
        <w:rPr>
          <w:b/>
          <w:bCs/>
        </w:rPr>
      </w:pPr>
      <w:r w:rsidRPr="004B68E5">
        <w:rPr>
          <w:b/>
          <w:bCs/>
        </w:rPr>
        <w:t>РЕЕСТР</w:t>
      </w:r>
    </w:p>
    <w:p w:rsidR="00735C7D" w:rsidRPr="004B68E5" w:rsidRDefault="00735C7D" w:rsidP="00E95995">
      <w:pPr>
        <w:jc w:val="center"/>
        <w:rPr>
          <w:b/>
          <w:bCs/>
        </w:rPr>
      </w:pPr>
      <w:r w:rsidRPr="004B68E5">
        <w:rPr>
          <w:b/>
          <w:bCs/>
        </w:rPr>
        <w:t xml:space="preserve">муниципальной собственности   </w:t>
      </w:r>
      <w:r>
        <w:rPr>
          <w:b/>
          <w:bCs/>
        </w:rPr>
        <w:t>Палаевско-Урледимского</w:t>
      </w:r>
      <w:r w:rsidRPr="004B68E5">
        <w:rPr>
          <w:b/>
          <w:bCs/>
        </w:rPr>
        <w:t xml:space="preserve"> сельского поселения </w:t>
      </w:r>
    </w:p>
    <w:p w:rsidR="00735C7D" w:rsidRDefault="00735C7D" w:rsidP="0098530F">
      <w:pPr>
        <w:jc w:val="center"/>
        <w:rPr>
          <w:b/>
          <w:bCs/>
        </w:rPr>
      </w:pPr>
      <w:r w:rsidRPr="004B68E5">
        <w:rPr>
          <w:b/>
          <w:bCs/>
        </w:rPr>
        <w:t>Рузаевского муниципаль</w:t>
      </w:r>
      <w:r>
        <w:rPr>
          <w:b/>
          <w:bCs/>
        </w:rPr>
        <w:t>ного района Республики Мордовия</w:t>
      </w:r>
    </w:p>
    <w:p w:rsidR="00735C7D" w:rsidRDefault="00735C7D" w:rsidP="00E270A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</w:t>
      </w:r>
    </w:p>
    <w:p w:rsidR="00735C7D" w:rsidRDefault="00735C7D" w:rsidP="00E270A9">
      <w:pPr>
        <w:rPr>
          <w:b/>
          <w:bCs/>
        </w:rPr>
      </w:pPr>
      <w:r>
        <w:rPr>
          <w:b/>
          <w:bCs/>
        </w:rPr>
        <w:t xml:space="preserve">           </w:t>
      </w:r>
    </w:p>
    <w:p w:rsidR="00735C7D" w:rsidRPr="003D6705" w:rsidRDefault="00735C7D" w:rsidP="00E270A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Р</w:t>
      </w:r>
      <w:r w:rsidRPr="003D6705">
        <w:rPr>
          <w:b/>
          <w:bCs/>
        </w:rPr>
        <w:t xml:space="preserve">аздел 1 Недвижимое имущество казны </w:t>
      </w:r>
    </w:p>
    <w:tbl>
      <w:tblPr>
        <w:tblW w:w="153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1480"/>
        <w:gridCol w:w="1417"/>
        <w:gridCol w:w="1560"/>
        <w:gridCol w:w="1559"/>
        <w:gridCol w:w="1276"/>
        <w:gridCol w:w="1276"/>
        <w:gridCol w:w="1417"/>
        <w:gridCol w:w="1701"/>
        <w:gridCol w:w="1559"/>
        <w:gridCol w:w="1459"/>
      </w:tblGrid>
      <w:tr w:rsidR="00735C7D" w:rsidRPr="00944FD0">
        <w:trPr>
          <w:trHeight w:val="1045"/>
        </w:trPr>
        <w:tc>
          <w:tcPr>
            <w:tcW w:w="613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 xml:space="preserve">№ </w:t>
            </w:r>
            <w:r w:rsidRPr="00944FD0">
              <w:rPr>
                <w:sz w:val="18"/>
                <w:szCs w:val="18"/>
              </w:rPr>
              <w:br/>
              <w:t>п/п</w:t>
            </w: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Наименование</w:t>
            </w:r>
            <w:r w:rsidRPr="00944FD0">
              <w:rPr>
                <w:sz w:val="18"/>
                <w:szCs w:val="18"/>
              </w:rPr>
              <w:br/>
              <w:t>недвижимого имущества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Местоположение</w:t>
            </w:r>
            <w:r w:rsidRPr="00944FD0">
              <w:rPr>
                <w:sz w:val="18"/>
                <w:szCs w:val="18"/>
              </w:rPr>
              <w:br/>
              <w:t>недвижимого имущества (Адрес)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Кадастровый номер недвижимого имущества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Площадь, протяженность, другие параметры, характеризующие физические свойства недвижимого имущества</w:t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  <w:shd w:val="clear" w:color="auto" w:fill="FFFFFF"/>
              </w:rPr>
              <w:t>сведения о балансовой стоимости недвижимого имущества и начисленной амортизации (износе), тыс.руб</w:t>
            </w:r>
            <w:r w:rsidRPr="00944FD0">
              <w:rPr>
                <w:sz w:val="18"/>
                <w:szCs w:val="18"/>
              </w:rPr>
              <w:br/>
            </w:r>
            <w:r w:rsidRPr="00944FD0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сведения о кадастровой стоимости недвижимого имущества, тыс.руб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  <w:shd w:val="clear" w:color="auto" w:fill="FFFFFF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59" w:type="dxa"/>
          </w:tcPr>
          <w:p w:rsidR="00735C7D" w:rsidRPr="00944FD0" w:rsidRDefault="00735C7D" w:rsidP="005900B6">
            <w:pPr>
              <w:rPr>
                <w:sz w:val="18"/>
                <w:szCs w:val="18"/>
                <w:shd w:val="clear" w:color="auto" w:fill="FFFFFF"/>
              </w:rPr>
            </w:pPr>
            <w:r w:rsidRPr="00944FD0">
              <w:rPr>
                <w:sz w:val="18"/>
                <w:szCs w:val="18"/>
                <w:shd w:val="clear" w:color="auto" w:fill="FFFFFF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  <w:p w:rsidR="00735C7D" w:rsidRPr="00944FD0" w:rsidRDefault="00735C7D" w:rsidP="005900B6">
            <w:pPr>
              <w:rPr>
                <w:sz w:val="18"/>
                <w:szCs w:val="18"/>
                <w:shd w:val="clear" w:color="auto" w:fill="FFFFFF"/>
              </w:rPr>
            </w:pPr>
          </w:p>
          <w:p w:rsidR="00735C7D" w:rsidRPr="00944FD0" w:rsidRDefault="00735C7D" w:rsidP="005900B6">
            <w:pPr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</w:t>
            </w:r>
          </w:p>
        </w:tc>
        <w:tc>
          <w:tcPr>
            <w:tcW w:w="148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Здание Фапа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ул.Садовая,д.17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13-13-05/049/2010-62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124,7</w:t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1557423</w:t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 xml:space="preserve">                                                       13ГА 437936 11.10.2010г</w:t>
            </w:r>
          </w:p>
        </w:tc>
        <w:tc>
          <w:tcPr>
            <w:tcW w:w="1701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Реш Руз.рай-го суда от 15.07.2010г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</w:t>
            </w:r>
          </w:p>
        </w:tc>
        <w:tc>
          <w:tcPr>
            <w:tcW w:w="1480" w:type="dxa"/>
          </w:tcPr>
          <w:p w:rsidR="00735C7D" w:rsidRPr="00944FD0" w:rsidRDefault="00735C7D" w:rsidP="00BC441C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Здание адми</w:t>
            </w:r>
          </w:p>
          <w:p w:rsidR="00735C7D" w:rsidRPr="00944FD0" w:rsidRDefault="00735C7D" w:rsidP="00BC441C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нистрации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ул.Садовая,д.17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13:17:0213001:543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203,5</w:t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2962185</w:t>
            </w:r>
          </w:p>
        </w:tc>
        <w:tc>
          <w:tcPr>
            <w:tcW w:w="1276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 xml:space="preserve">     13-13/0005-13/005/013/2015-171/2 от 18.03.2015г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735C7D" w:rsidRPr="00944FD0" w:rsidRDefault="00735C7D" w:rsidP="005900B6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Решен. Рузаев.рай-го суда от 16.01.2015г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Здание адми-нистрации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.Верхний Урледим, ул.Урледимская,д.8а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13:13-05/020/2010-165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327,8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8"/>
                <w:szCs w:val="18"/>
              </w:rPr>
              <w:t>3758496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518271 12.04.2011г</w:t>
            </w: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Постановление пр-ва РМ от 07.02.11г №37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4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Нежилое здание (школа)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Урледим, ул.Урледимская,.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560" w:type="dxa"/>
          </w:tcPr>
          <w:p w:rsidR="00735C7D" w:rsidRPr="00944FD0" w:rsidRDefault="00735C7D" w:rsidP="00930E08"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13:13-05/020/20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10-166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198,1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2030730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518272 12.04.2011г</w:t>
            </w: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Постановление пр-ва РМ от 07.02.11г №37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 xml:space="preserve">Администрация Палаевско-Урледимского сельского </w:t>
            </w:r>
            <w:r w:rsidRPr="00944FD0">
              <w:rPr>
                <w:sz w:val="18"/>
                <w:szCs w:val="18"/>
              </w:rPr>
              <w:t>Постановление пр-ва РМ от 07.02.11г №37</w:t>
            </w:r>
            <w:r w:rsidRPr="00944FD0">
              <w:rPr>
                <w:sz w:val="16"/>
                <w:szCs w:val="16"/>
              </w:rPr>
              <w:t>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20"/>
                <w:szCs w:val="20"/>
              </w:rPr>
              <w:t>Нежилое здание (клуб)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Урледим, ул.Урледимская,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13:17:0205001:264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219,6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2277338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Принят на учет как бесхозяйный объект недвижимости имущества №13-13/005-13/005/100/2015-2143ТУ от 08.04.16г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Водопровод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2795000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Акт гос.приемочн комис.о пр. в эксплуат.законченного строител. обьекта от 28.09.2012г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7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jc w:val="center"/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532461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8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Водозаборный узел со скважиной №1901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13:17:0213001:612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10,2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59359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720490 06.04.2013г</w:t>
            </w: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Реш Руз рай-го суда 17.12.2012г №2-1441/12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9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Водозаборный узел со скважиной №1844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13:17:0213001:567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5,5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34141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720491 06.04.2013г</w:t>
            </w: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Реш Руз. рай-го суда 17.12.2012г №2-1441/12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ул.60лет Ок- тября,д.13, кв.1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42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50236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ул.60лет Ок- тября,д.7 кв.1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25,2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30500,5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12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ул.60лет Ок- тября,д.7 кв.2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25,7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25132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ул.Новая, д.10,кв.1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90,4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61105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ул.Новая, д.12,кв.1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92,6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61105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15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ул.Новая, д.22,кв.1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78,4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116807,5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16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Жилая квартира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с.Палаевка, ул.Новая, д.22,кв.2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78,4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116807,5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17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20"/>
                <w:szCs w:val="20"/>
              </w:rPr>
              <w:t>Нежилое здание (с/совет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Урледим, ул.Урледимская,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13:17:0205001:263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161,7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732000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Принят на учет как бесхозяйный обьект недвижимости имущества №13-13/005-13/005/100/2015-2142ТУ от 08.04.16г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18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ний Урледим, ул.Урледимская,д.35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27,0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53800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6"/>
                <w:szCs w:val="16"/>
              </w:rPr>
              <w:t>Св-во о праве на наследство по закону 13.02.1996г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613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19</w:t>
            </w:r>
          </w:p>
        </w:tc>
        <w:tc>
          <w:tcPr>
            <w:tcW w:w="148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Водозаборный узел и сети</w:t>
            </w:r>
          </w:p>
        </w:tc>
        <w:tc>
          <w:tcPr>
            <w:tcW w:w="1417" w:type="dxa"/>
          </w:tcPr>
          <w:p w:rsidR="00735C7D" w:rsidRPr="00D83FB8" w:rsidRDefault="00735C7D" w:rsidP="00930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ний Урледим</w:t>
            </w:r>
          </w:p>
        </w:tc>
        <w:tc>
          <w:tcPr>
            <w:tcW w:w="1560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13:17:000000:165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4740м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6555385,19</w:t>
            </w:r>
          </w:p>
        </w:tc>
        <w:tc>
          <w:tcPr>
            <w:tcW w:w="1276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35C7D" w:rsidRPr="00944FD0" w:rsidRDefault="00735C7D" w:rsidP="00930E0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 xml:space="preserve">Распоряжение выдано Правительством РМ от 14.04.2014 №243-Р     </w:t>
            </w:r>
            <w:r w:rsidRPr="00944FD0">
              <w:rPr>
                <w:sz w:val="16"/>
                <w:szCs w:val="16"/>
              </w:rPr>
              <w:t>13ГА 888616 05.07.2014г</w:t>
            </w:r>
            <w:r w:rsidRPr="00944F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</w:tcPr>
          <w:p w:rsidR="00735C7D" w:rsidRPr="00944FD0" w:rsidRDefault="00735C7D" w:rsidP="00930E08">
            <w:pPr>
              <w:rPr>
                <w:sz w:val="16"/>
                <w:szCs w:val="16"/>
              </w:rPr>
            </w:pPr>
          </w:p>
        </w:tc>
      </w:tr>
    </w:tbl>
    <w:p w:rsidR="00735C7D" w:rsidRPr="007A071D" w:rsidRDefault="00735C7D" w:rsidP="00E270A9">
      <w:pPr>
        <w:tabs>
          <w:tab w:val="left" w:pos="900"/>
        </w:tabs>
        <w:rPr>
          <w:sz w:val="16"/>
          <w:szCs w:val="16"/>
        </w:rPr>
      </w:pPr>
    </w:p>
    <w:tbl>
      <w:tblPr>
        <w:tblW w:w="153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559"/>
        <w:gridCol w:w="1417"/>
        <w:gridCol w:w="1560"/>
        <w:gridCol w:w="1559"/>
        <w:gridCol w:w="1417"/>
        <w:gridCol w:w="1134"/>
        <w:gridCol w:w="1418"/>
        <w:gridCol w:w="1418"/>
        <w:gridCol w:w="1843"/>
        <w:gridCol w:w="1418"/>
        <w:gridCol w:w="41"/>
      </w:tblGrid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20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13:17:0213003:336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2012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9697,84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394407 05.03.2010г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21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13:17:0213003:335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3600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17352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394408 05.03.2010г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22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13:17:0213003:387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8146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733140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13:17:0213003:387-13/005/2018-1 от 10.04.2018г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23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13:17:0213003:543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1746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385796,16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13:17:0213001:743-13/005/2017-1 от 16.06.2017 ьг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24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с.Верхний Урледим,ул.Урледимская 8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13:17:0205002;65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2458+/-4,95 кв.м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195804,28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Выписка из Единого государственного реестра недвижимости об основных характеристиках и зарегистрированных правах на обьект недвижимости от 21.04.2017г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25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С.Верхний Урледим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13:17:0205002:85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32500+/-63кв.м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2925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Выписка из Единого государственного реестра недвижимости об основных характеристиках и зарегистрированных правах на обьект недвижимости от 22.03.2018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с.Верхний Урледим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13:17:0205004:451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39000+/-69кв.м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3510</w:t>
            </w: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Выписка из Единого государственного реестра недвижимости об основных характеристиках и зарегистрированных правах на обьект недвижимости от 22.03.2018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rPr>
          <w:gridAfter w:val="1"/>
          <w:wAfter w:w="41" w:type="dxa"/>
        </w:trPr>
        <w:tc>
          <w:tcPr>
            <w:tcW w:w="5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27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с.Верхний Урледим</w:t>
            </w:r>
          </w:p>
        </w:tc>
        <w:tc>
          <w:tcPr>
            <w:tcW w:w="1560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13:17:0205004;1</w:t>
            </w:r>
          </w:p>
        </w:tc>
        <w:tc>
          <w:tcPr>
            <w:tcW w:w="1559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630000 кв.м</w:t>
            </w:r>
          </w:p>
        </w:tc>
        <w:tc>
          <w:tcPr>
            <w:tcW w:w="1417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 xml:space="preserve">1.Свидетельство о государственной регистрации права №13-13/005-13/005/002/2016-85/1 от 26.01.2016,                      2. Свидетельство о государственной регистрации права №13-13/005-13/005/002/2016-84/1 от 26.01.2016,   3. Свидетельство о государственной регистрации права №13-13/005-13/005/100/2015-1020/1 от 07.09.2015,               4.   Свидетельство о государственной регистрации права №13-13/005-13/005/100/2015-1019/1 от 07.09.2015,                5.  Свидетельство о государственной регистрации права №13-13/005-13/005/100/2015-1018/1 от 07.09.2015г                                                    </w:t>
            </w:r>
          </w:p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18" w:type="dxa"/>
          </w:tcPr>
          <w:p w:rsidR="00735C7D" w:rsidRPr="00944FD0" w:rsidRDefault="00735C7D" w:rsidP="005900B6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28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Водозаборный узел со скважиной №527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13:17:0213001:597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13,8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141378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345691 14.09.2009г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 xml:space="preserve">Реш Руз. рай-го суда 27.07.2009г </w:t>
            </w: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29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Водозаборный узел со скважиной №1845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13:17:0213001:566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13,0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80698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13ГА 346156 05.10.2009г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П.3 ст.3,1 ФЗ от 17.04.2006г №53-ФЗ "О внес изм.земел кодекс РФ,ФЗ "о введ. в действ зем кодекса РФ",ФЗ о гос.рег.прав на недв.имущ и сделок с ним " и приз.утрат.силу отдел.полож.зак.актов РФ"</w:t>
            </w: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30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Очистительные сооруж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409924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31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jc w:val="center"/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Башня «Рожновского»</w:t>
            </w:r>
          </w:p>
        </w:tc>
        <w:tc>
          <w:tcPr>
            <w:tcW w:w="1417" w:type="dxa"/>
          </w:tcPr>
          <w:p w:rsidR="00735C7D" w:rsidRPr="00D83FB8" w:rsidRDefault="00735C7D" w:rsidP="00BF2C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Урледим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1шт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61000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Акт приема передачи социальной (инженерной)инфраструктуры сельскохозяйственной организации в муниципальную собственность от 20.06.20015г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Постановление №6 от 20.10.20015г</w:t>
            </w: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32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Памятник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636358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Памятник</w:t>
            </w:r>
          </w:p>
        </w:tc>
        <w:tc>
          <w:tcPr>
            <w:tcW w:w="1417" w:type="dxa"/>
          </w:tcPr>
          <w:p w:rsidR="00735C7D" w:rsidRPr="00D83FB8" w:rsidRDefault="00735C7D" w:rsidP="00BF2C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дим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13:17:0205001:262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1990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34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Автодорога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с.Палаевка</w:t>
            </w:r>
          </w:p>
        </w:tc>
        <w:tc>
          <w:tcPr>
            <w:tcW w:w="156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10383440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459" w:type="dxa"/>
            <w:gridSpan w:val="2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</w:tbl>
    <w:p w:rsidR="00735C7D" w:rsidRDefault="00735C7D" w:rsidP="003354B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</w:t>
      </w:r>
    </w:p>
    <w:tbl>
      <w:tblPr>
        <w:tblW w:w="175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1701"/>
        <w:gridCol w:w="1276"/>
        <w:gridCol w:w="1559"/>
        <w:gridCol w:w="1276"/>
        <w:gridCol w:w="1134"/>
        <w:gridCol w:w="1559"/>
        <w:gridCol w:w="1417"/>
        <w:gridCol w:w="4017"/>
        <w:gridCol w:w="1520"/>
      </w:tblGrid>
      <w:tr w:rsidR="00735C7D" w:rsidRPr="00944FD0">
        <w:tc>
          <w:tcPr>
            <w:tcW w:w="534" w:type="dxa"/>
          </w:tcPr>
          <w:p w:rsidR="00735C7D" w:rsidRPr="00944FD0" w:rsidRDefault="00735C7D" w:rsidP="00BF2C38">
            <w:pPr>
              <w:jc w:val="center"/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35</w:t>
            </w:r>
          </w:p>
        </w:tc>
        <w:tc>
          <w:tcPr>
            <w:tcW w:w="1559" w:type="dxa"/>
          </w:tcPr>
          <w:p w:rsidR="00735C7D" w:rsidRPr="00944FD0" w:rsidRDefault="00735C7D" w:rsidP="00BF2C38">
            <w:pPr>
              <w:jc w:val="center"/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:rsidR="00735C7D" w:rsidRPr="00D83FB8" w:rsidRDefault="00735C7D" w:rsidP="00BF2C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FB8">
              <w:rPr>
                <w:rFonts w:ascii="Times New Roman" w:hAnsi="Times New Roman" w:cs="Times New Roman"/>
                <w:sz w:val="16"/>
                <w:szCs w:val="16"/>
              </w:rPr>
              <w:t>с.Верхний Урледим</w:t>
            </w:r>
          </w:p>
        </w:tc>
        <w:tc>
          <w:tcPr>
            <w:tcW w:w="1276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 км</w:t>
            </w:r>
          </w:p>
        </w:tc>
        <w:tc>
          <w:tcPr>
            <w:tcW w:w="1276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332000</w:t>
            </w:r>
          </w:p>
        </w:tc>
        <w:tc>
          <w:tcPr>
            <w:tcW w:w="1134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Акт приема передачи социально</w:t>
            </w:r>
            <w:bookmarkStart w:id="0" w:name="_GoBack"/>
            <w:bookmarkEnd w:id="0"/>
            <w:r w:rsidRPr="00944FD0">
              <w:rPr>
                <w:sz w:val="16"/>
                <w:szCs w:val="16"/>
              </w:rPr>
              <w:t>й (инженерной)инфраструктуры сельскохозяйственной организации в муниципальную собственность от 20.06.20015г</w:t>
            </w:r>
          </w:p>
        </w:tc>
        <w:tc>
          <w:tcPr>
            <w:tcW w:w="1417" w:type="dxa"/>
          </w:tcPr>
          <w:p w:rsidR="00735C7D" w:rsidRPr="00944FD0" w:rsidRDefault="00735C7D" w:rsidP="00BF2C38">
            <w:pPr>
              <w:rPr>
                <w:sz w:val="18"/>
                <w:szCs w:val="18"/>
              </w:rPr>
            </w:pPr>
            <w:r w:rsidRPr="00944FD0">
              <w:rPr>
                <w:sz w:val="18"/>
                <w:szCs w:val="18"/>
              </w:rPr>
              <w:t>Постановление №6 от 20.10.20015г</w:t>
            </w:r>
          </w:p>
        </w:tc>
        <w:tc>
          <w:tcPr>
            <w:tcW w:w="4017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520" w:type="dxa"/>
          </w:tcPr>
          <w:p w:rsidR="00735C7D" w:rsidRPr="00944FD0" w:rsidRDefault="00735C7D" w:rsidP="00BF2C38">
            <w:pPr>
              <w:rPr>
                <w:sz w:val="16"/>
                <w:szCs w:val="16"/>
              </w:rPr>
            </w:pPr>
          </w:p>
        </w:tc>
      </w:tr>
    </w:tbl>
    <w:p w:rsidR="00735C7D" w:rsidRDefault="00735C7D" w:rsidP="00EF73C8"/>
    <w:p w:rsidR="00735C7D" w:rsidRPr="004B68E5" w:rsidRDefault="00735C7D" w:rsidP="00BE4ABC">
      <w:pPr>
        <w:jc w:val="right"/>
      </w:pPr>
      <w:r>
        <w:t>П</w:t>
      </w:r>
      <w:r w:rsidRPr="004B68E5">
        <w:t>риложение 2</w:t>
      </w:r>
    </w:p>
    <w:p w:rsidR="00735C7D" w:rsidRPr="004B68E5" w:rsidRDefault="00735C7D" w:rsidP="00E95995">
      <w:pPr>
        <w:jc w:val="center"/>
      </w:pPr>
      <w:r w:rsidRPr="004B68E5">
        <w:t>Раздел  2. Перечень объектов движимого имущества, находящихся в собственн</w:t>
      </w:r>
      <w:r>
        <w:t>ости Палаевско-Урледимского</w:t>
      </w:r>
      <w:r w:rsidRPr="004B68E5">
        <w:t xml:space="preserve"> сельского поселения </w:t>
      </w:r>
      <w:r>
        <w:t>Рузаевского</w:t>
      </w:r>
      <w:r w:rsidRPr="004B68E5">
        <w:t xml:space="preserve"> муниципального района Республики Мордовия</w:t>
      </w:r>
    </w:p>
    <w:p w:rsidR="00735C7D" w:rsidRPr="004B68E5" w:rsidRDefault="00735C7D" w:rsidP="00E95995"/>
    <w:tbl>
      <w:tblPr>
        <w:tblW w:w="14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6"/>
        <w:gridCol w:w="2977"/>
        <w:gridCol w:w="2126"/>
        <w:gridCol w:w="2410"/>
        <w:gridCol w:w="1984"/>
        <w:gridCol w:w="1985"/>
        <w:gridCol w:w="1984"/>
      </w:tblGrid>
      <w:tr w:rsidR="00735C7D" w:rsidRPr="00944FD0">
        <w:trPr>
          <w:trHeight w:val="866"/>
        </w:trPr>
        <w:tc>
          <w:tcPr>
            <w:tcW w:w="1096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№</w:t>
            </w:r>
            <w:r w:rsidRPr="00944FD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7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2126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  <w:p w:rsidR="00735C7D" w:rsidRPr="00944FD0" w:rsidRDefault="00735C7D" w:rsidP="001A107C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руб.</w:t>
            </w:r>
          </w:p>
        </w:tc>
        <w:tc>
          <w:tcPr>
            <w:tcW w:w="2410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даты возникновения и прекращения права муниципальной собственности на движимое имущество</w:t>
            </w:r>
          </w:p>
          <w:p w:rsidR="00735C7D" w:rsidRPr="00944FD0" w:rsidRDefault="00735C7D" w:rsidP="00617F0E">
            <w:pPr>
              <w:rPr>
                <w:sz w:val="20"/>
                <w:szCs w:val="20"/>
              </w:rPr>
            </w:pPr>
          </w:p>
          <w:p w:rsidR="00735C7D" w:rsidRPr="00944FD0" w:rsidRDefault="00735C7D" w:rsidP="00617F0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  <w:p w:rsidR="00735C7D" w:rsidRPr="00944FD0" w:rsidRDefault="00735C7D" w:rsidP="00617F0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  <w:p w:rsidR="00735C7D" w:rsidRPr="00944FD0" w:rsidRDefault="00735C7D" w:rsidP="00617F0E">
            <w:pPr>
              <w:rPr>
                <w:sz w:val="20"/>
                <w:szCs w:val="20"/>
              </w:rPr>
            </w:pP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1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Системный блок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30642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204433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2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Системный блок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20625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3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Системный блок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38365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4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Монитор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19005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5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Монитор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15549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6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Монитор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6490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7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Компьютер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34899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8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Компьютер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25680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9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Компьютер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11840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10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Ноутбук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19390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11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Монитор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5990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617F0E">
            <w:r w:rsidRPr="00944FD0">
              <w:t>12</w:t>
            </w:r>
          </w:p>
        </w:tc>
        <w:tc>
          <w:tcPr>
            <w:tcW w:w="2977" w:type="dxa"/>
          </w:tcPr>
          <w:p w:rsidR="00735C7D" w:rsidRPr="00944FD0" w:rsidRDefault="00735C7D" w:rsidP="00617F0E">
            <w:r w:rsidRPr="00944FD0">
              <w:t>Факс</w:t>
            </w:r>
          </w:p>
        </w:tc>
        <w:tc>
          <w:tcPr>
            <w:tcW w:w="2126" w:type="dxa"/>
          </w:tcPr>
          <w:p w:rsidR="00735C7D" w:rsidRPr="00944FD0" w:rsidRDefault="00735C7D" w:rsidP="00617F0E">
            <w:r w:rsidRPr="00944FD0">
              <w:t>5425</w:t>
            </w:r>
          </w:p>
        </w:tc>
        <w:tc>
          <w:tcPr>
            <w:tcW w:w="2410" w:type="dxa"/>
          </w:tcPr>
          <w:p w:rsidR="00735C7D" w:rsidRPr="00944FD0" w:rsidRDefault="00735C7D" w:rsidP="00617F0E"/>
        </w:tc>
        <w:tc>
          <w:tcPr>
            <w:tcW w:w="1984" w:type="dxa"/>
          </w:tcPr>
          <w:p w:rsidR="00735C7D" w:rsidRPr="00944FD0" w:rsidRDefault="00735C7D" w:rsidP="00617F0E"/>
        </w:tc>
        <w:tc>
          <w:tcPr>
            <w:tcW w:w="1985" w:type="dxa"/>
          </w:tcPr>
          <w:p w:rsidR="00735C7D" w:rsidRPr="00944FD0" w:rsidRDefault="00735C7D" w:rsidP="00617F0E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617F0E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13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Факс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7543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14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Сканер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1790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15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Сканер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3242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16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6990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  <w:r w:rsidRPr="00944F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17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4390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18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4570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19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9079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20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8560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21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Принтер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5971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22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Картридж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1890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23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Мотопомпа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21508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24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Мотопомпа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18998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25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Фотоаппарат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4190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26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Фотоаппарат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4190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27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Эл.счетчик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2209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28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Шкаф для бумаг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3850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29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Шкаф для бумаг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5205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30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Стол компьютерный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1622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31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Стол компьютерный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5329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32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Стол письменный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3306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33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Кресло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2504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34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Холодильник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6624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35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Сейф для бумаг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3990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36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 xml:space="preserve">Насос ЭЦВ-6-10-235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39766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37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 xml:space="preserve">Насос ЭЦВ-6-10-235    2018г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33595,78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38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Насос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47597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39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АОГВ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7056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40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Дверь металлическая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3600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  <w:r w:rsidRPr="00944FD0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41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Бензокоса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6600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42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Бензокоса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6800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944FD0" w:rsidRDefault="00735C7D" w:rsidP="00477174"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</w:tr>
      <w:tr w:rsidR="00735C7D" w:rsidRPr="00944FD0">
        <w:tc>
          <w:tcPr>
            <w:tcW w:w="1096" w:type="dxa"/>
          </w:tcPr>
          <w:p w:rsidR="00735C7D" w:rsidRPr="00944FD0" w:rsidRDefault="00735C7D" w:rsidP="00477174">
            <w:r w:rsidRPr="00944FD0">
              <w:t>43</w:t>
            </w:r>
          </w:p>
        </w:tc>
        <w:tc>
          <w:tcPr>
            <w:tcW w:w="2977" w:type="dxa"/>
          </w:tcPr>
          <w:p w:rsidR="00735C7D" w:rsidRPr="00944FD0" w:rsidRDefault="00735C7D" w:rsidP="00477174">
            <w:r w:rsidRPr="00944FD0">
              <w:t>Автомашина УАЗ-31514</w:t>
            </w:r>
          </w:p>
        </w:tc>
        <w:tc>
          <w:tcPr>
            <w:tcW w:w="2126" w:type="dxa"/>
          </w:tcPr>
          <w:p w:rsidR="00735C7D" w:rsidRPr="00944FD0" w:rsidRDefault="00735C7D" w:rsidP="00477174">
            <w:r w:rsidRPr="00944FD0">
              <w:t>149767,20</w:t>
            </w:r>
          </w:p>
        </w:tc>
        <w:tc>
          <w:tcPr>
            <w:tcW w:w="2410" w:type="dxa"/>
          </w:tcPr>
          <w:p w:rsidR="00735C7D" w:rsidRPr="00944FD0" w:rsidRDefault="00735C7D" w:rsidP="00477174"/>
        </w:tc>
        <w:tc>
          <w:tcPr>
            <w:tcW w:w="1984" w:type="dxa"/>
          </w:tcPr>
          <w:p w:rsidR="00735C7D" w:rsidRPr="00944FD0" w:rsidRDefault="00735C7D" w:rsidP="00477174"/>
        </w:tc>
        <w:tc>
          <w:tcPr>
            <w:tcW w:w="1985" w:type="dxa"/>
          </w:tcPr>
          <w:p w:rsidR="00735C7D" w:rsidRPr="00944FD0" w:rsidRDefault="00735C7D" w:rsidP="00477174">
            <w:pPr>
              <w:rPr>
                <w:sz w:val="16"/>
                <w:szCs w:val="16"/>
              </w:rPr>
            </w:pPr>
            <w:r w:rsidRPr="00944FD0">
              <w:rPr>
                <w:sz w:val="16"/>
                <w:szCs w:val="16"/>
              </w:rPr>
              <w:t>Администрация Палаевско-Урледимского сельского поселения</w:t>
            </w:r>
          </w:p>
        </w:tc>
        <w:tc>
          <w:tcPr>
            <w:tcW w:w="1984" w:type="dxa"/>
          </w:tcPr>
          <w:p w:rsidR="00735C7D" w:rsidRPr="00A25537" w:rsidRDefault="00735C7D" w:rsidP="004771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5C7D" w:rsidRDefault="00735C7D" w:rsidP="00E95995">
      <w:pPr>
        <w:jc w:val="center"/>
      </w:pPr>
    </w:p>
    <w:p w:rsidR="00735C7D" w:rsidRDefault="00735C7D" w:rsidP="00E95995">
      <w:pPr>
        <w:jc w:val="center"/>
      </w:pPr>
    </w:p>
    <w:p w:rsidR="00735C7D" w:rsidRDefault="00735C7D" w:rsidP="00685BB3">
      <w:pPr>
        <w:tabs>
          <w:tab w:val="left" w:pos="1155"/>
        </w:tabs>
      </w:pPr>
    </w:p>
    <w:p w:rsidR="00735C7D" w:rsidRDefault="00735C7D" w:rsidP="00685BB3">
      <w:pPr>
        <w:tabs>
          <w:tab w:val="left" w:pos="1155"/>
        </w:tabs>
      </w:pPr>
    </w:p>
    <w:p w:rsidR="00735C7D" w:rsidRDefault="00735C7D" w:rsidP="00E95995">
      <w:pPr>
        <w:jc w:val="center"/>
      </w:pPr>
    </w:p>
    <w:p w:rsidR="00735C7D" w:rsidRPr="004B68E5" w:rsidRDefault="00735C7D" w:rsidP="002D1DC7">
      <w:pPr>
        <w:jc w:val="center"/>
      </w:pPr>
      <w:r w:rsidRPr="004B68E5">
        <w:t>Раздел  3. Сведения о муниципальных унитарных предприятиях, муниципальных учреждениях, хозяйственных обществах, юридических лицах, учредителем которых является муниципальное образование.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521"/>
        <w:gridCol w:w="1884"/>
        <w:gridCol w:w="1990"/>
        <w:gridCol w:w="1864"/>
        <w:gridCol w:w="1658"/>
        <w:gridCol w:w="1714"/>
        <w:gridCol w:w="1820"/>
        <w:gridCol w:w="1596"/>
        <w:gridCol w:w="1838"/>
      </w:tblGrid>
      <w:tr w:rsidR="00735C7D" w:rsidRPr="00944FD0">
        <w:trPr>
          <w:trHeight w:val="3622"/>
        </w:trPr>
        <w:tc>
          <w:tcPr>
            <w:tcW w:w="521" w:type="dxa"/>
            <w:gridSpan w:val="2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 xml:space="preserve">№ </w:t>
            </w:r>
            <w:r w:rsidRPr="00944FD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884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990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Местоположение</w:t>
            </w:r>
            <w:r w:rsidRPr="00944FD0">
              <w:rPr>
                <w:sz w:val="20"/>
                <w:szCs w:val="20"/>
              </w:rPr>
              <w:br/>
              <w:t>объекта (Адрес)</w:t>
            </w:r>
          </w:p>
        </w:tc>
        <w:tc>
          <w:tcPr>
            <w:tcW w:w="1864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658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      </w:r>
          </w:p>
        </w:tc>
        <w:tc>
          <w:tcPr>
            <w:tcW w:w="1714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20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товариществ);</w:t>
            </w:r>
          </w:p>
        </w:tc>
        <w:tc>
          <w:tcPr>
            <w:tcW w:w="1596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      </w:r>
          </w:p>
        </w:tc>
        <w:tc>
          <w:tcPr>
            <w:tcW w:w="1838" w:type="dxa"/>
          </w:tcPr>
          <w:p w:rsidR="00735C7D" w:rsidRPr="00944FD0" w:rsidRDefault="00735C7D" w:rsidP="00617F0E">
            <w:pPr>
              <w:rPr>
                <w:sz w:val="20"/>
                <w:szCs w:val="20"/>
              </w:rPr>
            </w:pPr>
            <w:r w:rsidRPr="00944FD0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735C7D" w:rsidRPr="00944FD0">
        <w:trPr>
          <w:trHeight w:val="2033"/>
        </w:trPr>
        <w:tc>
          <w:tcPr>
            <w:tcW w:w="521" w:type="dxa"/>
            <w:gridSpan w:val="2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884" w:type="dxa"/>
          </w:tcPr>
          <w:p w:rsidR="00735C7D" w:rsidRPr="00944FD0" w:rsidRDefault="00735C7D" w:rsidP="006A07A2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Администрация Палаевско-Урледимского сельского поселе  ния Рузаевского    муниципального  района РМ</w:t>
            </w:r>
          </w:p>
        </w:tc>
        <w:tc>
          <w:tcPr>
            <w:tcW w:w="1990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Рузаевский р-он;   с.Палаевка;  ул.Садовая,д.17</w:t>
            </w:r>
          </w:p>
        </w:tc>
        <w:tc>
          <w:tcPr>
            <w:tcW w:w="1864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 xml:space="preserve">1181326006751 </w:t>
            </w:r>
          </w:p>
          <w:p w:rsidR="00735C7D" w:rsidRPr="00944FD0" w:rsidRDefault="00735C7D" w:rsidP="00F23609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14.11.2018г</w:t>
            </w:r>
          </w:p>
        </w:tc>
        <w:tc>
          <w:tcPr>
            <w:tcW w:w="1658" w:type="dxa"/>
          </w:tcPr>
          <w:p w:rsidR="00735C7D" w:rsidRPr="00A25537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</w:t>
            </w:r>
          </w:p>
          <w:p w:rsidR="00735C7D" w:rsidRPr="00A25537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постановке на</w:t>
            </w:r>
          </w:p>
          <w:p w:rsidR="00735C7D" w:rsidRPr="00A25537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учет юридического</w:t>
            </w:r>
          </w:p>
          <w:p w:rsidR="00735C7D" w:rsidRPr="00A25537" w:rsidRDefault="00735C7D" w:rsidP="00A255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лица в налоговом</w:t>
            </w:r>
          </w:p>
          <w:p w:rsidR="00735C7D" w:rsidRPr="00944FD0" w:rsidRDefault="00735C7D" w:rsidP="00A25537">
            <w:pPr>
              <w:rPr>
                <w:b/>
                <w:bCs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органе</w:t>
            </w:r>
          </w:p>
        </w:tc>
        <w:tc>
          <w:tcPr>
            <w:tcW w:w="1714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820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2962185</w:t>
            </w:r>
          </w:p>
        </w:tc>
        <w:tc>
          <w:tcPr>
            <w:tcW w:w="1838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4</w:t>
            </w:r>
          </w:p>
        </w:tc>
      </w:tr>
      <w:tr w:rsidR="00735C7D" w:rsidRPr="00944FD0">
        <w:trPr>
          <w:gridBefore w:val="1"/>
        </w:trPr>
        <w:tc>
          <w:tcPr>
            <w:tcW w:w="521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884" w:type="dxa"/>
          </w:tcPr>
          <w:p w:rsidR="00735C7D" w:rsidRPr="00944FD0" w:rsidRDefault="00735C7D" w:rsidP="006A07A2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Совет депутатов Палаевско-Урледимского сельского поселе  ния Рузаевского    муниципального  района РМ</w:t>
            </w:r>
          </w:p>
        </w:tc>
        <w:tc>
          <w:tcPr>
            <w:tcW w:w="1990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Рузаевский р-он;   с.Палаевка;  ул.Садовая,д.17</w:t>
            </w:r>
          </w:p>
        </w:tc>
        <w:tc>
          <w:tcPr>
            <w:tcW w:w="1864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1191326000062</w:t>
            </w:r>
          </w:p>
          <w:p w:rsidR="00735C7D" w:rsidRPr="00944FD0" w:rsidRDefault="00735C7D" w:rsidP="00D56AC9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14.01.2019г</w:t>
            </w:r>
          </w:p>
        </w:tc>
        <w:tc>
          <w:tcPr>
            <w:tcW w:w="1658" w:type="dxa"/>
          </w:tcPr>
          <w:p w:rsidR="00735C7D" w:rsidRPr="00A25537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</w:t>
            </w:r>
          </w:p>
          <w:p w:rsidR="00735C7D" w:rsidRPr="00A25537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постановке на</w:t>
            </w:r>
          </w:p>
          <w:p w:rsidR="00735C7D" w:rsidRPr="00A25537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учет юридического</w:t>
            </w:r>
          </w:p>
          <w:p w:rsidR="00735C7D" w:rsidRPr="00A25537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лица в налоговом</w:t>
            </w:r>
          </w:p>
          <w:p w:rsidR="00735C7D" w:rsidRPr="00A25537" w:rsidRDefault="00735C7D" w:rsidP="004E54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37">
              <w:rPr>
                <w:rFonts w:ascii="Times New Roman" w:hAnsi="Times New Roman" w:cs="Times New Roman"/>
                <w:sz w:val="18"/>
                <w:szCs w:val="18"/>
              </w:rPr>
              <w:t>органе</w:t>
            </w:r>
          </w:p>
        </w:tc>
        <w:tc>
          <w:tcPr>
            <w:tcW w:w="1714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820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</w:p>
        </w:tc>
        <w:tc>
          <w:tcPr>
            <w:tcW w:w="1838" w:type="dxa"/>
          </w:tcPr>
          <w:p w:rsidR="00735C7D" w:rsidRPr="00944FD0" w:rsidRDefault="00735C7D" w:rsidP="00617F0E">
            <w:pPr>
              <w:rPr>
                <w:b/>
                <w:bCs/>
              </w:rPr>
            </w:pPr>
            <w:r w:rsidRPr="00944FD0">
              <w:rPr>
                <w:b/>
                <w:bCs/>
              </w:rPr>
              <w:t>7</w:t>
            </w:r>
          </w:p>
        </w:tc>
      </w:tr>
    </w:tbl>
    <w:p w:rsidR="00735C7D" w:rsidRPr="004B68E5" w:rsidRDefault="00735C7D" w:rsidP="00E95995">
      <w:pPr>
        <w:autoSpaceDE w:val="0"/>
        <w:ind w:firstLine="540"/>
        <w:jc w:val="both"/>
        <w:rPr>
          <w:b/>
          <w:bCs/>
        </w:rPr>
      </w:pPr>
    </w:p>
    <w:p w:rsidR="00735C7D" w:rsidRDefault="00735C7D"/>
    <w:sectPr w:rsidR="00735C7D" w:rsidSect="00617F0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995"/>
    <w:rsid w:val="000005DD"/>
    <w:rsid w:val="00026FDF"/>
    <w:rsid w:val="00031114"/>
    <w:rsid w:val="00033603"/>
    <w:rsid w:val="00033C36"/>
    <w:rsid w:val="00034037"/>
    <w:rsid w:val="000548D0"/>
    <w:rsid w:val="00067D58"/>
    <w:rsid w:val="00083174"/>
    <w:rsid w:val="0008457E"/>
    <w:rsid w:val="00094FF0"/>
    <w:rsid w:val="000977A6"/>
    <w:rsid w:val="000A7DE1"/>
    <w:rsid w:val="000A7EE5"/>
    <w:rsid w:val="000B06D0"/>
    <w:rsid w:val="000B0D87"/>
    <w:rsid w:val="000D04EC"/>
    <w:rsid w:val="000E19BE"/>
    <w:rsid w:val="000E394F"/>
    <w:rsid w:val="0010244B"/>
    <w:rsid w:val="00110BB8"/>
    <w:rsid w:val="0011314F"/>
    <w:rsid w:val="00121500"/>
    <w:rsid w:val="00121DBD"/>
    <w:rsid w:val="00132A63"/>
    <w:rsid w:val="00150584"/>
    <w:rsid w:val="001567FB"/>
    <w:rsid w:val="00180C4D"/>
    <w:rsid w:val="00197138"/>
    <w:rsid w:val="001A107C"/>
    <w:rsid w:val="001B4C8A"/>
    <w:rsid w:val="001C4509"/>
    <w:rsid w:val="001C45A4"/>
    <w:rsid w:val="001D77EA"/>
    <w:rsid w:val="001E3CF8"/>
    <w:rsid w:val="00200039"/>
    <w:rsid w:val="002031A7"/>
    <w:rsid w:val="002032E8"/>
    <w:rsid w:val="00204433"/>
    <w:rsid w:val="00212CFC"/>
    <w:rsid w:val="00213193"/>
    <w:rsid w:val="00217237"/>
    <w:rsid w:val="00220959"/>
    <w:rsid w:val="0022596D"/>
    <w:rsid w:val="00225D53"/>
    <w:rsid w:val="00250108"/>
    <w:rsid w:val="00261F86"/>
    <w:rsid w:val="0027374D"/>
    <w:rsid w:val="00281845"/>
    <w:rsid w:val="002A4540"/>
    <w:rsid w:val="002B59C5"/>
    <w:rsid w:val="002C423A"/>
    <w:rsid w:val="002C5CDF"/>
    <w:rsid w:val="002D1DC7"/>
    <w:rsid w:val="002D1FBA"/>
    <w:rsid w:val="002E572B"/>
    <w:rsid w:val="002F47FE"/>
    <w:rsid w:val="002F511F"/>
    <w:rsid w:val="003101BB"/>
    <w:rsid w:val="00310D1F"/>
    <w:rsid w:val="00314126"/>
    <w:rsid w:val="00334ED8"/>
    <w:rsid w:val="003354B6"/>
    <w:rsid w:val="0033787E"/>
    <w:rsid w:val="00353129"/>
    <w:rsid w:val="00355438"/>
    <w:rsid w:val="00357154"/>
    <w:rsid w:val="00365DAD"/>
    <w:rsid w:val="003918EC"/>
    <w:rsid w:val="003A5854"/>
    <w:rsid w:val="003B4893"/>
    <w:rsid w:val="003B6A77"/>
    <w:rsid w:val="003B795D"/>
    <w:rsid w:val="003C5B2D"/>
    <w:rsid w:val="003C7A52"/>
    <w:rsid w:val="003D6705"/>
    <w:rsid w:val="00401AB1"/>
    <w:rsid w:val="004138DF"/>
    <w:rsid w:val="00450CB9"/>
    <w:rsid w:val="00463B94"/>
    <w:rsid w:val="00477174"/>
    <w:rsid w:val="00490D0B"/>
    <w:rsid w:val="004A7214"/>
    <w:rsid w:val="004B68E5"/>
    <w:rsid w:val="004C103F"/>
    <w:rsid w:val="004C3462"/>
    <w:rsid w:val="004D01EC"/>
    <w:rsid w:val="004D68C3"/>
    <w:rsid w:val="004E1480"/>
    <w:rsid w:val="004E548E"/>
    <w:rsid w:val="00536F18"/>
    <w:rsid w:val="00557B88"/>
    <w:rsid w:val="00563BA5"/>
    <w:rsid w:val="00585DEF"/>
    <w:rsid w:val="005900B6"/>
    <w:rsid w:val="00590CA3"/>
    <w:rsid w:val="005B0CE1"/>
    <w:rsid w:val="005B11D0"/>
    <w:rsid w:val="005B2100"/>
    <w:rsid w:val="005C5C2B"/>
    <w:rsid w:val="005D1A5B"/>
    <w:rsid w:val="005D2DEB"/>
    <w:rsid w:val="005E7687"/>
    <w:rsid w:val="005F0AA6"/>
    <w:rsid w:val="005F4F55"/>
    <w:rsid w:val="006173DC"/>
    <w:rsid w:val="00617F0E"/>
    <w:rsid w:val="00620E28"/>
    <w:rsid w:val="00640953"/>
    <w:rsid w:val="00664DBD"/>
    <w:rsid w:val="00664DE1"/>
    <w:rsid w:val="00673944"/>
    <w:rsid w:val="00673EA1"/>
    <w:rsid w:val="006824D0"/>
    <w:rsid w:val="00685BB3"/>
    <w:rsid w:val="00694407"/>
    <w:rsid w:val="006A07A2"/>
    <w:rsid w:val="006A3C45"/>
    <w:rsid w:val="006A4161"/>
    <w:rsid w:val="006B4261"/>
    <w:rsid w:val="006C24E0"/>
    <w:rsid w:val="006D72B2"/>
    <w:rsid w:val="006E4B3E"/>
    <w:rsid w:val="007018BE"/>
    <w:rsid w:val="007247A7"/>
    <w:rsid w:val="0072561A"/>
    <w:rsid w:val="00727C04"/>
    <w:rsid w:val="0073111D"/>
    <w:rsid w:val="00735C7D"/>
    <w:rsid w:val="00755DF2"/>
    <w:rsid w:val="00774A33"/>
    <w:rsid w:val="00780E85"/>
    <w:rsid w:val="007A071D"/>
    <w:rsid w:val="007A0AE0"/>
    <w:rsid w:val="007B16B6"/>
    <w:rsid w:val="007C2FF8"/>
    <w:rsid w:val="007C3455"/>
    <w:rsid w:val="007C576A"/>
    <w:rsid w:val="007C6451"/>
    <w:rsid w:val="007C799D"/>
    <w:rsid w:val="007E7C0F"/>
    <w:rsid w:val="007F0379"/>
    <w:rsid w:val="007F0A2B"/>
    <w:rsid w:val="00806293"/>
    <w:rsid w:val="008111D1"/>
    <w:rsid w:val="00811AE8"/>
    <w:rsid w:val="00815698"/>
    <w:rsid w:val="00827129"/>
    <w:rsid w:val="00830152"/>
    <w:rsid w:val="00831B7E"/>
    <w:rsid w:val="00847D89"/>
    <w:rsid w:val="00857DAD"/>
    <w:rsid w:val="00862F9A"/>
    <w:rsid w:val="00866D71"/>
    <w:rsid w:val="00866DE3"/>
    <w:rsid w:val="008734B1"/>
    <w:rsid w:val="00891A54"/>
    <w:rsid w:val="00894A9D"/>
    <w:rsid w:val="00895A5E"/>
    <w:rsid w:val="008A30B6"/>
    <w:rsid w:val="008A35B3"/>
    <w:rsid w:val="008D4EFF"/>
    <w:rsid w:val="008D56FD"/>
    <w:rsid w:val="008F496C"/>
    <w:rsid w:val="008F5211"/>
    <w:rsid w:val="009033A6"/>
    <w:rsid w:val="00930E08"/>
    <w:rsid w:val="00937103"/>
    <w:rsid w:val="00940C68"/>
    <w:rsid w:val="00944FD0"/>
    <w:rsid w:val="00956A8F"/>
    <w:rsid w:val="00963664"/>
    <w:rsid w:val="009822DA"/>
    <w:rsid w:val="0098530F"/>
    <w:rsid w:val="009B6CCE"/>
    <w:rsid w:val="009E2E66"/>
    <w:rsid w:val="009E3435"/>
    <w:rsid w:val="009E5C4C"/>
    <w:rsid w:val="009F0981"/>
    <w:rsid w:val="00A05C22"/>
    <w:rsid w:val="00A23B26"/>
    <w:rsid w:val="00A25537"/>
    <w:rsid w:val="00A40373"/>
    <w:rsid w:val="00A40CA9"/>
    <w:rsid w:val="00A546E5"/>
    <w:rsid w:val="00A63FF6"/>
    <w:rsid w:val="00A76AA7"/>
    <w:rsid w:val="00A771CA"/>
    <w:rsid w:val="00A8215B"/>
    <w:rsid w:val="00AA67AA"/>
    <w:rsid w:val="00AD4DDF"/>
    <w:rsid w:val="00AE665F"/>
    <w:rsid w:val="00AF1E55"/>
    <w:rsid w:val="00B00FC5"/>
    <w:rsid w:val="00B04498"/>
    <w:rsid w:val="00B06605"/>
    <w:rsid w:val="00B24E78"/>
    <w:rsid w:val="00B27345"/>
    <w:rsid w:val="00B3715B"/>
    <w:rsid w:val="00B372A1"/>
    <w:rsid w:val="00B6070C"/>
    <w:rsid w:val="00B72D79"/>
    <w:rsid w:val="00B74D09"/>
    <w:rsid w:val="00BC4112"/>
    <w:rsid w:val="00BC441C"/>
    <w:rsid w:val="00BE4ABC"/>
    <w:rsid w:val="00BF0BA2"/>
    <w:rsid w:val="00BF2C38"/>
    <w:rsid w:val="00BF6AA5"/>
    <w:rsid w:val="00BF6D05"/>
    <w:rsid w:val="00C02AFB"/>
    <w:rsid w:val="00C17493"/>
    <w:rsid w:val="00C35438"/>
    <w:rsid w:val="00C453A4"/>
    <w:rsid w:val="00C60436"/>
    <w:rsid w:val="00C76231"/>
    <w:rsid w:val="00C93EA9"/>
    <w:rsid w:val="00CA028E"/>
    <w:rsid w:val="00CA11CC"/>
    <w:rsid w:val="00CA3AE9"/>
    <w:rsid w:val="00CA3E87"/>
    <w:rsid w:val="00CD27C9"/>
    <w:rsid w:val="00CD52C3"/>
    <w:rsid w:val="00CE3AE4"/>
    <w:rsid w:val="00CE78C4"/>
    <w:rsid w:val="00CF0524"/>
    <w:rsid w:val="00CF644B"/>
    <w:rsid w:val="00D05040"/>
    <w:rsid w:val="00D213EF"/>
    <w:rsid w:val="00D45A8B"/>
    <w:rsid w:val="00D53D80"/>
    <w:rsid w:val="00D543CF"/>
    <w:rsid w:val="00D56AC9"/>
    <w:rsid w:val="00D61B30"/>
    <w:rsid w:val="00D729AF"/>
    <w:rsid w:val="00D73C75"/>
    <w:rsid w:val="00D80835"/>
    <w:rsid w:val="00D82D4A"/>
    <w:rsid w:val="00D83FB8"/>
    <w:rsid w:val="00D857E6"/>
    <w:rsid w:val="00DA156E"/>
    <w:rsid w:val="00DA7DF7"/>
    <w:rsid w:val="00DC4293"/>
    <w:rsid w:val="00DD0E7F"/>
    <w:rsid w:val="00DE4008"/>
    <w:rsid w:val="00DF76DD"/>
    <w:rsid w:val="00E045EE"/>
    <w:rsid w:val="00E101DF"/>
    <w:rsid w:val="00E217BE"/>
    <w:rsid w:val="00E270A9"/>
    <w:rsid w:val="00E310D5"/>
    <w:rsid w:val="00E52393"/>
    <w:rsid w:val="00E62EDC"/>
    <w:rsid w:val="00E84437"/>
    <w:rsid w:val="00E87F13"/>
    <w:rsid w:val="00E95995"/>
    <w:rsid w:val="00EB3F2C"/>
    <w:rsid w:val="00EB4A5E"/>
    <w:rsid w:val="00EB6864"/>
    <w:rsid w:val="00EC6563"/>
    <w:rsid w:val="00EE07A2"/>
    <w:rsid w:val="00EF45DB"/>
    <w:rsid w:val="00EF73C8"/>
    <w:rsid w:val="00F03FB1"/>
    <w:rsid w:val="00F140D0"/>
    <w:rsid w:val="00F17EF0"/>
    <w:rsid w:val="00F23609"/>
    <w:rsid w:val="00F25FE2"/>
    <w:rsid w:val="00F328C3"/>
    <w:rsid w:val="00F610AD"/>
    <w:rsid w:val="00F7148E"/>
    <w:rsid w:val="00F75828"/>
    <w:rsid w:val="00F769B3"/>
    <w:rsid w:val="00F84922"/>
    <w:rsid w:val="00F94212"/>
    <w:rsid w:val="00F97E43"/>
    <w:rsid w:val="00FB435B"/>
    <w:rsid w:val="00FB5FA5"/>
    <w:rsid w:val="00FC14A3"/>
    <w:rsid w:val="00FD4D1F"/>
    <w:rsid w:val="00FD7CB0"/>
    <w:rsid w:val="00FE024D"/>
    <w:rsid w:val="00FE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3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695</TotalTime>
  <Pages>15</Pages>
  <Words>2452</Words>
  <Characters>13983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281</cp:revision>
  <cp:lastPrinted>2019-03-11T12:04:00Z</cp:lastPrinted>
  <dcterms:created xsi:type="dcterms:W3CDTF">2017-02-06T05:18:00Z</dcterms:created>
  <dcterms:modified xsi:type="dcterms:W3CDTF">2019-03-14T05:25:00Z</dcterms:modified>
</cp:coreProperties>
</file>